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1F" w:rsidRDefault="0010511F" w:rsidP="00CB39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3. számú melléklet</w:t>
      </w:r>
    </w:p>
    <w:p w:rsidR="0010511F" w:rsidRPr="00CB39D1" w:rsidRDefault="0010511F" w:rsidP="00C32E3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39D1">
        <w:rPr>
          <w:rFonts w:ascii="Times New Roman" w:hAnsi="Times New Roman" w:cs="Times New Roman"/>
          <w:sz w:val="24"/>
          <w:szCs w:val="24"/>
        </w:rPr>
        <w:t>SZEMÉLYGÉPJÁRMŰ EGYEDI TÖRZSLAP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6"/>
        <w:gridCol w:w="1417"/>
        <w:gridCol w:w="1843"/>
        <w:gridCol w:w="1349"/>
        <w:gridCol w:w="1344"/>
        <w:gridCol w:w="1559"/>
        <w:gridCol w:w="1560"/>
        <w:gridCol w:w="3402"/>
      </w:tblGrid>
      <w:tr w:rsidR="0010511F" w:rsidRPr="00493486">
        <w:tc>
          <w:tcPr>
            <w:tcW w:w="15730" w:type="dxa"/>
            <w:gridSpan w:val="8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1. Hatósági és nyilvántartási adatok</w:t>
            </w:r>
          </w:p>
        </w:tc>
      </w:tr>
      <w:tr w:rsidR="0010511F" w:rsidRPr="00493486">
        <w:tc>
          <w:tcPr>
            <w:tcW w:w="4673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a) Forgalmi rendszám:</w:t>
            </w:r>
          </w:p>
        </w:tc>
        <w:tc>
          <w:tcPr>
            <w:tcW w:w="6095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b) Forgalmi engedély száma:</w:t>
            </w:r>
          </w:p>
        </w:tc>
        <w:tc>
          <w:tcPr>
            <w:tcW w:w="4962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c) Tárolási hely:</w:t>
            </w:r>
          </w:p>
        </w:tc>
      </w:tr>
      <w:tr w:rsidR="0010511F" w:rsidRPr="00493486">
        <w:tc>
          <w:tcPr>
            <w:tcW w:w="15730" w:type="dxa"/>
            <w:gridSpan w:val="8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2. Műszaki forgalmazási adatok</w:t>
            </w: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a) Gyártmány:</w:t>
            </w:r>
          </w:p>
        </w:tc>
        <w:tc>
          <w:tcPr>
            <w:tcW w:w="3260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b) Típus:</w:t>
            </w:r>
          </w:p>
        </w:tc>
        <w:tc>
          <w:tcPr>
            <w:tcW w:w="2693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c) Alvázszám:</w:t>
            </w:r>
          </w:p>
        </w:tc>
        <w:tc>
          <w:tcPr>
            <w:tcW w:w="3119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d) Motorszám:</w:t>
            </w:r>
          </w:p>
        </w:tc>
        <w:tc>
          <w:tcPr>
            <w:tcW w:w="3402" w:type="dxa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e) Teljesítmény</w:t>
            </w: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f) Hengerek száma:</w:t>
            </w:r>
          </w:p>
          <w:p w:rsidR="0010511F" w:rsidRPr="00493486" w:rsidRDefault="0010511F" w:rsidP="00493486">
            <w:pPr>
              <w:spacing w:after="0" w:line="240" w:lineRule="auto"/>
            </w:pPr>
          </w:p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3260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g) Hengerűrtartalom:</w:t>
            </w:r>
          </w:p>
        </w:tc>
        <w:tc>
          <w:tcPr>
            <w:tcW w:w="2693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h) Saját tömeg:</w:t>
            </w:r>
          </w:p>
        </w:tc>
        <w:tc>
          <w:tcPr>
            <w:tcW w:w="3119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i) Megengedett együttes tömeg:</w:t>
            </w:r>
          </w:p>
        </w:tc>
        <w:tc>
          <w:tcPr>
            <w:tcW w:w="3402" w:type="dxa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j) Szállítható személyek száma:</w:t>
            </w:r>
          </w:p>
        </w:tc>
      </w:tr>
      <w:tr w:rsidR="0010511F" w:rsidRPr="00493486">
        <w:tc>
          <w:tcPr>
            <w:tcW w:w="15730" w:type="dxa"/>
            <w:gridSpan w:val="8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k) Üzemeltetésének módja:</w:t>
            </w:r>
          </w:p>
        </w:tc>
      </w:tr>
      <w:tr w:rsidR="0010511F" w:rsidRPr="00493486">
        <w:tc>
          <w:tcPr>
            <w:tcW w:w="15730" w:type="dxa"/>
            <w:gridSpan w:val="8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l) A fogyasztás elszámolható normája:</w:t>
            </w:r>
          </w:p>
        </w:tc>
      </w:tr>
      <w:tr w:rsidR="0010511F" w:rsidRPr="00493486">
        <w:tc>
          <w:tcPr>
            <w:tcW w:w="15730" w:type="dxa"/>
            <w:gridSpan w:val="8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m) Ráfordítás:</w:t>
            </w: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  <w:jc w:val="center"/>
            </w:pPr>
            <w:r w:rsidRPr="00493486">
              <w:t>év</w:t>
            </w:r>
          </w:p>
        </w:tc>
        <w:tc>
          <w:tcPr>
            <w:tcW w:w="5953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a ráfordítás megjelölése</w:t>
            </w:r>
          </w:p>
        </w:tc>
        <w:tc>
          <w:tcPr>
            <w:tcW w:w="6521" w:type="dxa"/>
            <w:gridSpan w:val="3"/>
          </w:tcPr>
          <w:p w:rsidR="0010511F" w:rsidRPr="00493486" w:rsidRDefault="0010511F" w:rsidP="00493486">
            <w:pPr>
              <w:spacing w:after="0" w:line="240" w:lineRule="auto"/>
              <w:ind w:right="2873"/>
              <w:jc w:val="center"/>
            </w:pPr>
            <w:r w:rsidRPr="00493486">
              <w:t>értéke</w:t>
            </w: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5953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6521" w:type="dxa"/>
            <w:gridSpan w:val="3"/>
          </w:tcPr>
          <w:p w:rsidR="0010511F" w:rsidRPr="00493486" w:rsidRDefault="0010511F" w:rsidP="00493486">
            <w:pPr>
              <w:spacing w:after="0" w:line="240" w:lineRule="auto"/>
            </w:pP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5953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6521" w:type="dxa"/>
            <w:gridSpan w:val="3"/>
          </w:tcPr>
          <w:p w:rsidR="0010511F" w:rsidRPr="00493486" w:rsidRDefault="0010511F" w:rsidP="00493486">
            <w:pPr>
              <w:spacing w:after="0" w:line="240" w:lineRule="auto"/>
            </w:pP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5953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6521" w:type="dxa"/>
            <w:gridSpan w:val="3"/>
          </w:tcPr>
          <w:p w:rsidR="0010511F" w:rsidRPr="00493486" w:rsidRDefault="0010511F" w:rsidP="00493486">
            <w:pPr>
              <w:spacing w:after="0" w:line="240" w:lineRule="auto"/>
            </w:pP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5953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6521" w:type="dxa"/>
            <w:gridSpan w:val="3"/>
          </w:tcPr>
          <w:p w:rsidR="0010511F" w:rsidRPr="00493486" w:rsidRDefault="0010511F" w:rsidP="00493486">
            <w:pPr>
              <w:spacing w:after="0" w:line="240" w:lineRule="auto"/>
            </w:pPr>
          </w:p>
        </w:tc>
      </w:tr>
      <w:tr w:rsidR="0010511F" w:rsidRPr="00493486">
        <w:tc>
          <w:tcPr>
            <w:tcW w:w="15730" w:type="dxa"/>
            <w:gridSpan w:val="8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3. Beszerzési-értékesítési adatok</w:t>
            </w:r>
          </w:p>
        </w:tc>
      </w:tr>
      <w:tr w:rsidR="0010511F" w:rsidRPr="00493486">
        <w:tc>
          <w:tcPr>
            <w:tcW w:w="7865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a) Beszerzés ideje:</w:t>
            </w:r>
          </w:p>
        </w:tc>
        <w:tc>
          <w:tcPr>
            <w:tcW w:w="7865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e) Értékesítés ideje:</w:t>
            </w:r>
          </w:p>
        </w:tc>
      </w:tr>
      <w:tr w:rsidR="0010511F" w:rsidRPr="00493486">
        <w:tc>
          <w:tcPr>
            <w:tcW w:w="7865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b) Vételár:</w:t>
            </w:r>
          </w:p>
        </w:tc>
        <w:tc>
          <w:tcPr>
            <w:tcW w:w="7865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f) Eladási ár:</w:t>
            </w:r>
          </w:p>
        </w:tc>
      </w:tr>
      <w:tr w:rsidR="0010511F" w:rsidRPr="00493486">
        <w:tc>
          <w:tcPr>
            <w:tcW w:w="7865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c) Kilométeróra-állás:</w:t>
            </w:r>
          </w:p>
        </w:tc>
        <w:tc>
          <w:tcPr>
            <w:tcW w:w="7865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g) Kilométeróra-állás:</w:t>
            </w:r>
          </w:p>
        </w:tc>
      </w:tr>
      <w:tr w:rsidR="0010511F" w:rsidRPr="00493486">
        <w:tc>
          <w:tcPr>
            <w:tcW w:w="7865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d) Forgalomba helyezés ideje:</w:t>
            </w:r>
          </w:p>
        </w:tc>
        <w:tc>
          <w:tcPr>
            <w:tcW w:w="7865" w:type="dxa"/>
            <w:gridSpan w:val="4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h) Átvevő:</w:t>
            </w:r>
          </w:p>
        </w:tc>
      </w:tr>
      <w:tr w:rsidR="0010511F" w:rsidRPr="00493486">
        <w:tc>
          <w:tcPr>
            <w:tcW w:w="15730" w:type="dxa"/>
            <w:gridSpan w:val="8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4. Baleseti adatok:</w:t>
            </w: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Ideje:</w:t>
            </w:r>
          </w:p>
        </w:tc>
        <w:tc>
          <w:tcPr>
            <w:tcW w:w="3260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Összes kár számla szerint:</w:t>
            </w:r>
          </w:p>
        </w:tc>
        <w:tc>
          <w:tcPr>
            <w:tcW w:w="2693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Kilométeróra-állás:</w:t>
            </w:r>
          </w:p>
        </w:tc>
        <w:tc>
          <w:tcPr>
            <w:tcW w:w="3119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Kárirat száma:</w:t>
            </w:r>
          </w:p>
        </w:tc>
        <w:tc>
          <w:tcPr>
            <w:tcW w:w="3402" w:type="dxa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Megjegyzés:</w:t>
            </w: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3260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2693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3119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3402" w:type="dxa"/>
          </w:tcPr>
          <w:p w:rsidR="0010511F" w:rsidRPr="00493486" w:rsidRDefault="0010511F" w:rsidP="00493486">
            <w:pPr>
              <w:spacing w:after="0" w:line="240" w:lineRule="auto"/>
            </w:pP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3260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2693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3119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3402" w:type="dxa"/>
          </w:tcPr>
          <w:p w:rsidR="0010511F" w:rsidRPr="00493486" w:rsidRDefault="0010511F" w:rsidP="00493486">
            <w:pPr>
              <w:spacing w:after="0" w:line="240" w:lineRule="auto"/>
            </w:pPr>
          </w:p>
        </w:tc>
      </w:tr>
      <w:tr w:rsidR="0010511F" w:rsidRPr="00493486">
        <w:tc>
          <w:tcPr>
            <w:tcW w:w="3256" w:type="dxa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3260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2693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3119" w:type="dxa"/>
            <w:gridSpan w:val="2"/>
          </w:tcPr>
          <w:p w:rsidR="0010511F" w:rsidRPr="00493486" w:rsidRDefault="0010511F" w:rsidP="00493486">
            <w:pPr>
              <w:spacing w:after="0" w:line="240" w:lineRule="auto"/>
            </w:pPr>
          </w:p>
        </w:tc>
        <w:tc>
          <w:tcPr>
            <w:tcW w:w="3402" w:type="dxa"/>
          </w:tcPr>
          <w:p w:rsidR="0010511F" w:rsidRPr="00493486" w:rsidRDefault="0010511F" w:rsidP="00493486">
            <w:pPr>
              <w:spacing w:after="0" w:line="240" w:lineRule="auto"/>
            </w:pPr>
          </w:p>
        </w:tc>
      </w:tr>
      <w:tr w:rsidR="0010511F" w:rsidRPr="00493486">
        <w:tc>
          <w:tcPr>
            <w:tcW w:w="15730" w:type="dxa"/>
            <w:gridSpan w:val="8"/>
          </w:tcPr>
          <w:p w:rsidR="0010511F" w:rsidRPr="00493486" w:rsidRDefault="0010511F" w:rsidP="00493486">
            <w:pPr>
              <w:spacing w:after="0" w:line="240" w:lineRule="auto"/>
            </w:pPr>
            <w:r w:rsidRPr="00493486">
              <w:t>5. Megjegyzések, hivatkozások az adatokban bekövetkezett változásokra:</w:t>
            </w:r>
          </w:p>
          <w:p w:rsidR="0010511F" w:rsidRPr="00493486" w:rsidRDefault="0010511F" w:rsidP="00493486">
            <w:pPr>
              <w:spacing w:after="0" w:line="240" w:lineRule="auto"/>
            </w:pPr>
          </w:p>
          <w:p w:rsidR="0010511F" w:rsidRPr="00493486" w:rsidRDefault="0010511F" w:rsidP="00493486">
            <w:pPr>
              <w:spacing w:after="0" w:line="240" w:lineRule="auto"/>
            </w:pPr>
          </w:p>
          <w:p w:rsidR="0010511F" w:rsidRPr="00493486" w:rsidRDefault="0010511F" w:rsidP="00493486">
            <w:pPr>
              <w:spacing w:after="0" w:line="240" w:lineRule="auto"/>
            </w:pPr>
          </w:p>
          <w:p w:rsidR="0010511F" w:rsidRPr="00493486" w:rsidRDefault="0010511F" w:rsidP="00493486">
            <w:pPr>
              <w:spacing w:after="0" w:line="240" w:lineRule="auto"/>
            </w:pPr>
          </w:p>
          <w:p w:rsidR="0010511F" w:rsidRPr="00493486" w:rsidRDefault="0010511F" w:rsidP="00493486">
            <w:pPr>
              <w:spacing w:after="0" w:line="240" w:lineRule="auto"/>
            </w:pPr>
            <w:bookmarkStart w:id="0" w:name="_GoBack"/>
            <w:bookmarkEnd w:id="0"/>
          </w:p>
        </w:tc>
      </w:tr>
    </w:tbl>
    <w:p w:rsidR="0010511F" w:rsidRDefault="0010511F"/>
    <w:sectPr w:rsidR="0010511F" w:rsidSect="00CC0159">
      <w:pgSz w:w="16838" w:h="11906" w:orient="landscape"/>
      <w:pgMar w:top="1418" w:right="454" w:bottom="56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3D7C"/>
    <w:multiLevelType w:val="hybridMultilevel"/>
    <w:tmpl w:val="D6C83C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D5E8F"/>
    <w:multiLevelType w:val="hybridMultilevel"/>
    <w:tmpl w:val="3AD698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A114B"/>
    <w:multiLevelType w:val="hybridMultilevel"/>
    <w:tmpl w:val="18E421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63718"/>
    <w:multiLevelType w:val="hybridMultilevel"/>
    <w:tmpl w:val="0F3849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80499"/>
    <w:multiLevelType w:val="hybridMultilevel"/>
    <w:tmpl w:val="4600F8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D1A0B"/>
    <w:multiLevelType w:val="hybridMultilevel"/>
    <w:tmpl w:val="CDB2CB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55228"/>
    <w:multiLevelType w:val="hybridMultilevel"/>
    <w:tmpl w:val="D682E9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E416E8"/>
    <w:multiLevelType w:val="hybridMultilevel"/>
    <w:tmpl w:val="BCAA6A3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9D1"/>
    <w:rsid w:val="000E10AA"/>
    <w:rsid w:val="0010511F"/>
    <w:rsid w:val="0012664F"/>
    <w:rsid w:val="00172EA5"/>
    <w:rsid w:val="003001C2"/>
    <w:rsid w:val="003A6437"/>
    <w:rsid w:val="00493486"/>
    <w:rsid w:val="00643605"/>
    <w:rsid w:val="006F4B6B"/>
    <w:rsid w:val="007058D5"/>
    <w:rsid w:val="00727BA1"/>
    <w:rsid w:val="00C32E35"/>
    <w:rsid w:val="00CB39D1"/>
    <w:rsid w:val="00CC0159"/>
    <w:rsid w:val="00D14E95"/>
    <w:rsid w:val="00E25707"/>
    <w:rsid w:val="00F1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0A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lus1">
    <w:name w:val="Stílus1"/>
    <w:uiPriority w:val="99"/>
    <w:rsid w:val="00CB39D1"/>
    <w:rPr>
      <w:rFonts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CB39D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B39D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25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7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149</Words>
  <Characters>1030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SZEMÉLYGÉPJÁRMŰ EGYEDI TÖRZSLAP</dc:title>
  <dc:subject/>
  <dc:creator>Csorvási Polgármesteri Hivatal</dc:creator>
  <cp:keywords/>
  <dc:description/>
  <cp:lastModifiedBy>user</cp:lastModifiedBy>
  <cp:revision>3</cp:revision>
  <cp:lastPrinted>2018-01-10T14:02:00Z</cp:lastPrinted>
  <dcterms:created xsi:type="dcterms:W3CDTF">2018-01-11T12:43:00Z</dcterms:created>
  <dcterms:modified xsi:type="dcterms:W3CDTF">2018-01-11T12:46:00Z</dcterms:modified>
</cp:coreProperties>
</file>